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GB" w:eastAsia="en-GB"/>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bookmarkStart w:id="0" w:name="_GoBack"/>
            <w:bookmarkEnd w:id="0"/>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595BAF"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595BAF"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595BAF"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595BAF"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595BAF"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595BAF"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595BAF"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595BAF"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595BAF"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595BAF"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595BAF"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595BAF"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595BAF"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595BAF"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595BAF"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595BA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595BA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595BA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595BA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595BAF"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595BAF"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595BA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595BA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595BA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595BA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595BAF"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595BAF"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595BAF"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595BAF"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595BAF"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E1B01" w14:textId="77777777" w:rsidR="00DB6D0A" w:rsidRDefault="00DB6D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774BD5" w:rsidRDefault="00774BD5">
        <w:pPr>
          <w:pStyle w:val="Footer"/>
          <w:jc w:val="center"/>
        </w:pPr>
        <w:r>
          <w:fldChar w:fldCharType="begin"/>
        </w:r>
        <w:r>
          <w:instrText xml:space="preserve"> PAGE   \* MERGEFORMAT </w:instrText>
        </w:r>
        <w:r>
          <w:fldChar w:fldCharType="separate"/>
        </w:r>
        <w:r w:rsidR="00595BAF">
          <w:rPr>
            <w:noProof/>
          </w:rPr>
          <w:t>2</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3B8BE" w14:textId="77777777" w:rsidR="00DB6D0A" w:rsidRDefault="00DB6D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51375" w14:textId="77777777" w:rsidR="00DB6D0A" w:rsidRDefault="00DB6D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62811F2F" w:rsidR="00774BD5" w:rsidRDefault="00CA5AB4" w:rsidP="00784E7F">
    <w:pPr>
      <w:pStyle w:val="Header"/>
      <w:jc w:val="center"/>
    </w:pPr>
    <w:r w:rsidRPr="00A04811">
      <w:rPr>
        <w:noProof/>
        <w:lang w:val="en-GB" w:eastAsia="en-GB"/>
      </w:rPr>
      <w:drawing>
        <wp:anchor distT="0" distB="0" distL="114300" distR="114300" simplePos="0" relativeHeight="251664384" behindDoc="0" locked="0" layoutInCell="1" allowOverlap="1" wp14:anchorId="69DCA203" wp14:editId="6A393EDA">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GB" w:eastAsia="en-GB"/>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n-GB" w:eastAsia="en-GB"/>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QOr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ac3sbxHWxk9QAK&#10;VhIEBjKFwQeLRqofGA0wRDKsv++oYhi1HwS8giQkxE4dtyGzeQQbdW7ZnFuoKAEqwwajabky06Ta&#10;9YpvG4g0vTshr+Hl1NyJ2j6xKStgZDcwKBy3w1Czk+h877yeRu/yFwA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JaRA6u7&#10;AgAAwgUAAA4AAAAAAAAAAAAAAAAALgIAAGRycy9lMm9Eb2MueG1sUEsBAi0AFAAGAAgAAAAhAHlF&#10;GpvdAAAACAEAAA8AAAAAAAAAAAAAAAAAFQUAAGRycy9kb3ducmV2LnhtbFBLBQYAAAAABAAEAPMA&#10;AAAfBg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774BD5" w:rsidRDefault="00774BD5">
    <w:pPr>
      <w:pStyle w:val="Header"/>
    </w:pPr>
    <w:r>
      <w:rPr>
        <w:noProof/>
        <w:lang w:val="en-GB" w:eastAsia="en-GB"/>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283"/>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595BAF"/>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595BAF"/>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95BAF"/>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595BAF"/>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595BAF"/>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595BAF"/>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95BAF"/>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95BAF"/>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95BAF"/>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95BAF"/>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95BAF"/>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595BAF"/>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95BAF"/>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595BAF"/>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595BAF"/>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595BAF"/>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95BAF"/>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95BAF"/>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95BAF"/>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95BAF"/>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95BAF"/>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95BAF"/>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95BAF"/>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95BAF"/>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95BAF"/>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95BAF"/>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95BAF"/>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95BAF"/>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95BAF"/>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95BAF"/>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95BAF"/>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595BAF"/>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595BAF"/>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595BAF"/>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595BAF"/>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95BAF"/>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595BAF"/>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595BAF"/>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595BAF"/>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95BAF"/>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95BAF"/>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95BAF"/>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95BAF"/>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95BAF"/>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595BAF"/>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95BAF"/>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595BAF"/>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595BAF"/>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595BAF"/>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95BAF"/>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95BAF"/>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95BAF"/>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95BAF"/>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95BAF"/>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95BAF"/>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95BAF"/>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95BAF"/>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95BAF"/>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95BAF"/>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95BAF"/>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95BAF"/>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95BAF"/>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95BAF"/>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95BAF"/>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595BAF"/>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595BAF"/>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 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43909-F2BE-4F41-A351-0AA28193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purl.org/dc/elements/1.1/"/>
    <ds:schemaRef ds:uri="http://schemas.openxmlformats.org/package/2006/metadata/core-properties"/>
    <ds:schemaRef ds:uri="http://schemas.microsoft.com/office/infopath/2007/PartnerControls"/>
    <ds:schemaRef ds:uri="5e096da0-7658-45d2-ba1d-117eb64c3931"/>
    <ds:schemaRef ds:uri="http://www.w3.org/XML/1998/namespace"/>
    <ds:schemaRef ds:uri="http://schemas.microsoft.com/office/2006/documentManagement/types"/>
    <ds:schemaRef ds:uri="http://purl.org/dc/terms/"/>
    <ds:schemaRef ds:uri="http://schemas.microsoft.com/office/2006/metadata/properties"/>
    <ds:schemaRef ds:uri="0e52a87e-fa0e-4867-9149-5c43122db7fb"/>
    <ds:schemaRef ds:uri="http://purl.org/dc/dcmitype/"/>
  </ds:schemaRefs>
</ds:datastoreItem>
</file>

<file path=customXml/itemProps4.xml><?xml version="1.0" encoding="utf-8"?>
<ds:datastoreItem xmlns:ds="http://schemas.openxmlformats.org/officeDocument/2006/customXml" ds:itemID="{460C6A7D-A5B1-460E-8674-A4431C07D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6</TotalTime>
  <Pages>3</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HUERTAS MARTINEZ Marta (EAC)</cp:lastModifiedBy>
  <cp:revision>2</cp:revision>
  <cp:lastPrinted>2015-04-10T09:51:00Z</cp:lastPrinted>
  <dcterms:created xsi:type="dcterms:W3CDTF">2017-03-13T14:28:00Z</dcterms:created>
  <dcterms:modified xsi:type="dcterms:W3CDTF">2017-03-13T14:28:00Z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